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611B80CD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0D0B60">
        <w:rPr>
          <w:b/>
          <w:color w:val="FF5200" w:themeColor="accent2"/>
          <w:sz w:val="36"/>
          <w:szCs w:val="36"/>
        </w:rPr>
        <w:t>Krycí list nabídky k veřejné zakázce s názvem „</w:t>
      </w:r>
      <w:r w:rsidR="000D0B60" w:rsidRPr="000D0B60">
        <w:rPr>
          <w:b/>
          <w:color w:val="FF5200" w:themeColor="accent2"/>
          <w:sz w:val="36"/>
          <w:szCs w:val="36"/>
        </w:rPr>
        <w:t>Údržba ETCS na 12 ks MUV 75 na OTV Praha - Libeň pro OŘ PHA</w:t>
      </w:r>
      <w:r w:rsidRPr="000D0B60">
        <w:rPr>
          <w:b/>
          <w:color w:val="FF5200" w:themeColor="accent2"/>
          <w:sz w:val="36"/>
          <w:szCs w:val="36"/>
        </w:rPr>
        <w:t xml:space="preserve">“ vedené pod </w:t>
      </w:r>
      <w:r w:rsidRPr="000D0B6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D0B60" w:rsidRPr="000D0B6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44188/2025-SŽ-OŘ PHA-OVZ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305A9C66" w14:textId="019C7E03" w:rsidR="00924CDD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2704493" w:history="1">
            <w:r w:rsidR="00924CDD" w:rsidRPr="00287B7F">
              <w:rPr>
                <w:rStyle w:val="Hypertextovodkaz"/>
              </w:rPr>
              <w:t>Kapitola č. 1 Všeobecné informace o dodavateli</w:t>
            </w:r>
            <w:r w:rsidR="00924CDD">
              <w:rPr>
                <w:noProof/>
                <w:webHidden/>
              </w:rPr>
              <w:tab/>
            </w:r>
            <w:r w:rsidR="00924CDD">
              <w:rPr>
                <w:noProof/>
                <w:webHidden/>
              </w:rPr>
              <w:fldChar w:fldCharType="begin"/>
            </w:r>
            <w:r w:rsidR="00924CDD">
              <w:rPr>
                <w:noProof/>
                <w:webHidden/>
              </w:rPr>
              <w:instrText xml:space="preserve"> PAGEREF _Toc212704493 \h </w:instrText>
            </w:r>
            <w:r w:rsidR="00924CDD">
              <w:rPr>
                <w:noProof/>
                <w:webHidden/>
              </w:rPr>
            </w:r>
            <w:r w:rsidR="00924CDD">
              <w:rPr>
                <w:noProof/>
                <w:webHidden/>
              </w:rPr>
              <w:fldChar w:fldCharType="separate"/>
            </w:r>
            <w:r w:rsidR="00924CDD">
              <w:rPr>
                <w:noProof/>
                <w:webHidden/>
              </w:rPr>
              <w:t>2</w:t>
            </w:r>
            <w:r w:rsidR="00924CDD">
              <w:rPr>
                <w:noProof/>
                <w:webHidden/>
              </w:rPr>
              <w:fldChar w:fldCharType="end"/>
            </w:r>
          </w:hyperlink>
        </w:p>
        <w:p w14:paraId="1F2EC42C" w14:textId="30D14F98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4" w:history="1">
            <w:r w:rsidRPr="00287B7F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88F61" w14:textId="0991432A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5" w:history="1">
            <w:r w:rsidRPr="00287B7F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7810" w14:textId="029B0FB6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6" w:history="1">
            <w:r w:rsidRPr="00287B7F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7A454" w14:textId="203CC034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7" w:history="1">
            <w:r w:rsidRPr="00287B7F">
              <w:rPr>
                <w:rStyle w:val="Hypertextovodkaz"/>
              </w:rPr>
              <w:t>kapitola č. 5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7EBED" w14:textId="6800B34E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8" w:history="1">
            <w:r w:rsidRPr="00287B7F">
              <w:rPr>
                <w:rStyle w:val="Hypertextovodkaz"/>
              </w:rPr>
              <w:t>Kapitola č. 6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2D2E4" w14:textId="56BC1D01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499" w:history="1">
            <w:r w:rsidRPr="00287B7F">
              <w:rPr>
                <w:rStyle w:val="Hypertextovodkaz"/>
              </w:rPr>
              <w:t>Kapitola č. 7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14EF8" w14:textId="79DB2DB7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500" w:history="1">
            <w:r w:rsidRPr="00287B7F">
              <w:rPr>
                <w:rStyle w:val="Hypertextovodkaz"/>
              </w:rPr>
              <w:t>Kapitola č. 8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F4746" w14:textId="09AC16A2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501" w:history="1">
            <w:r w:rsidRPr="00287B7F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E37B4" w14:textId="058C02D6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502" w:history="1">
            <w:r w:rsidRPr="00287B7F">
              <w:rPr>
                <w:rStyle w:val="Hypertextovodkaz"/>
              </w:rPr>
              <w:t>Kapitola č. 10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B9DC1" w14:textId="53B6D345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503" w:history="1">
            <w:r w:rsidRPr="00287B7F">
              <w:rPr>
                <w:rStyle w:val="Hypertextovodkaz"/>
              </w:rPr>
              <w:t>Kapitola č. 11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FB2C7" w14:textId="03E0DE89" w:rsidR="00924CDD" w:rsidRDefault="00924C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4504" w:history="1">
            <w:r w:rsidRPr="00287B7F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_Toc212704504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5C9A68F0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2704493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2704494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12704495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2704496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310E0483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2D18CE1E" w14:textId="1AF6E12E" w:rsidR="00454716" w:rsidRDefault="00D6532E" w:rsidP="000409AB">
      <w:pPr>
        <w:pStyle w:val="Nadpisbezsl1-1"/>
        <w:jc w:val="both"/>
      </w:pPr>
      <w:bookmarkStart w:id="8" w:name="_Toc212704497"/>
      <w:r>
        <w:lastRenderedPageBreak/>
        <w:t xml:space="preserve">kapitola č. </w:t>
      </w:r>
      <w:r w:rsidR="00D84A9C">
        <w:t xml:space="preserve">5 </w:t>
      </w:r>
      <w:r w:rsidR="00924CDD">
        <w:t>N</w:t>
      </w:r>
      <w:r w:rsidR="000409AB">
        <w:t>eobsazeno</w:t>
      </w:r>
      <w:bookmarkEnd w:id="8"/>
    </w:p>
    <w:p w14:paraId="5BA3B243" w14:textId="2B1A3F91" w:rsidR="0035531B" w:rsidRDefault="00BE7668" w:rsidP="00EF4E96">
      <w:pPr>
        <w:pStyle w:val="Nadpisbezsl1-1"/>
        <w:jc w:val="both"/>
      </w:pPr>
      <w:bookmarkStart w:id="9" w:name="_Toc212704498"/>
      <w:r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924CDD">
        <w:t>N</w:t>
      </w:r>
      <w:r w:rsidR="000409AB">
        <w:t>eobsazeno</w:t>
      </w:r>
      <w:bookmarkEnd w:id="9"/>
    </w:p>
    <w:p w14:paraId="50873600" w14:textId="51091D29" w:rsidR="0035531B" w:rsidRDefault="00BE7668" w:rsidP="00EF4E96">
      <w:pPr>
        <w:pStyle w:val="Nadpisbezsl1-1"/>
        <w:jc w:val="both"/>
      </w:pPr>
      <w:bookmarkStart w:id="10" w:name="_Toc212704499"/>
      <w:r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924CDD">
        <w:t>N</w:t>
      </w:r>
      <w:r w:rsidR="000409AB">
        <w:t>eobsazeno</w:t>
      </w:r>
      <w:bookmarkEnd w:id="10"/>
    </w:p>
    <w:p w14:paraId="38288174" w14:textId="40C703CC" w:rsidR="000409AB" w:rsidRDefault="00BE7668" w:rsidP="00E8576A">
      <w:pPr>
        <w:pStyle w:val="Nadpisbezsl1-1"/>
        <w:jc w:val="both"/>
      </w:pPr>
      <w:bookmarkStart w:id="11" w:name="_Toc212704500"/>
      <w:r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924CDD">
        <w:t>N</w:t>
      </w:r>
      <w:r w:rsidR="000409AB">
        <w:t>eobsazeno</w:t>
      </w:r>
      <w:bookmarkEnd w:id="11"/>
    </w:p>
    <w:p w14:paraId="6A24DDC7" w14:textId="77777777" w:rsidR="000409AB" w:rsidRDefault="000409AB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2704501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25E5416B" w14:textId="708B4A61" w:rsidR="00EB5220" w:rsidRDefault="00066766" w:rsidP="000409AB">
      <w:pPr>
        <w:pStyle w:val="Nadpisbezsl1-1"/>
        <w:jc w:val="both"/>
      </w:pPr>
      <w:bookmarkStart w:id="13" w:name="_Toc212704502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="00924CDD">
        <w:t>N</w:t>
      </w:r>
      <w:r w:rsidR="000409AB">
        <w:t>eobsazeno</w:t>
      </w:r>
      <w:bookmarkEnd w:id="13"/>
    </w:p>
    <w:p w14:paraId="5C19F2A8" w14:textId="733A2262" w:rsidR="00066766" w:rsidRDefault="00EB5220" w:rsidP="00EB5220">
      <w:pPr>
        <w:pStyle w:val="Nadpisbezsl1-1"/>
      </w:pPr>
      <w:bookmarkStart w:id="14" w:name="_Toc212704503"/>
      <w:r>
        <w:t xml:space="preserve">Kapitola č. </w:t>
      </w:r>
      <w:r w:rsidR="00D84A9C">
        <w:t xml:space="preserve">11 </w:t>
      </w:r>
      <w:r w:rsidR="00924CDD">
        <w:t>N</w:t>
      </w:r>
      <w:r w:rsidR="000409AB">
        <w:t>eobsazeno</w:t>
      </w:r>
      <w:bookmarkEnd w:id="14"/>
    </w:p>
    <w:p w14:paraId="3F092D95" w14:textId="4E10DC41" w:rsidR="000409AB" w:rsidRDefault="000409AB">
      <w:r>
        <w:br w:type="page"/>
      </w:r>
    </w:p>
    <w:p w14:paraId="77DE8EEA" w14:textId="77777777" w:rsidR="00066766" w:rsidRDefault="00066766" w:rsidP="00EF4E96">
      <w:pPr>
        <w:jc w:val="both"/>
      </w:pPr>
    </w:p>
    <w:p w14:paraId="150BEA1C" w14:textId="7EC4D7C2" w:rsidR="00D339E2" w:rsidRDefault="00B84CB4" w:rsidP="00D339E2">
      <w:pPr>
        <w:pStyle w:val="Nadpisbezsl1-1"/>
      </w:pPr>
      <w:bookmarkStart w:id="15" w:name="_Toc212704504"/>
      <w:r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4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924CDD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924CDD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E715D" w14:textId="77777777" w:rsidR="00EA7C56" w:rsidRDefault="00EA7C56" w:rsidP="00962258">
      <w:pPr>
        <w:spacing w:after="0" w:line="240" w:lineRule="auto"/>
      </w:pPr>
      <w:r>
        <w:separator/>
      </w:r>
    </w:p>
  </w:endnote>
  <w:endnote w:type="continuationSeparator" w:id="0">
    <w:p w14:paraId="2F14F8CD" w14:textId="77777777" w:rsidR="00EA7C56" w:rsidRDefault="00EA7C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6FA4F" w14:textId="77777777" w:rsidR="00EA7C56" w:rsidRDefault="00EA7C56" w:rsidP="00962258">
      <w:pPr>
        <w:spacing w:after="0" w:line="240" w:lineRule="auto"/>
      </w:pPr>
      <w:r>
        <w:separator/>
      </w:r>
    </w:p>
  </w:footnote>
  <w:footnote w:type="continuationSeparator" w:id="0">
    <w:p w14:paraId="2D6DD2A3" w14:textId="77777777" w:rsidR="00EA7C56" w:rsidRDefault="00EA7C56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09AB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B60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1C5C"/>
    <w:rsid w:val="000F3666"/>
    <w:rsid w:val="000F3B2D"/>
    <w:rsid w:val="000F4E4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C2A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37A5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5CF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07F4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4320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591B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58A3"/>
    <w:rsid w:val="009175C9"/>
    <w:rsid w:val="00917DF8"/>
    <w:rsid w:val="00920DEB"/>
    <w:rsid w:val="00922385"/>
    <w:rsid w:val="009223DF"/>
    <w:rsid w:val="009228F4"/>
    <w:rsid w:val="00924CDD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0E03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8C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2600"/>
    <w:rsid w:val="00E437B0"/>
    <w:rsid w:val="00E44045"/>
    <w:rsid w:val="00E45358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3DFF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215FBE"/>
    <w:rsid w:val="002450A8"/>
    <w:rsid w:val="002479B1"/>
    <w:rsid w:val="00374734"/>
    <w:rsid w:val="00376800"/>
    <w:rsid w:val="0045525D"/>
    <w:rsid w:val="004B48D8"/>
    <w:rsid w:val="004F07F4"/>
    <w:rsid w:val="00581789"/>
    <w:rsid w:val="00592296"/>
    <w:rsid w:val="006B7641"/>
    <w:rsid w:val="006C6A0E"/>
    <w:rsid w:val="00746B38"/>
    <w:rsid w:val="007C641A"/>
    <w:rsid w:val="008211BB"/>
    <w:rsid w:val="00925D65"/>
    <w:rsid w:val="00AC4100"/>
    <w:rsid w:val="00BC73A3"/>
    <w:rsid w:val="00C10E03"/>
    <w:rsid w:val="00C74C99"/>
    <w:rsid w:val="00CD0DBE"/>
    <w:rsid w:val="00CF089C"/>
    <w:rsid w:val="00D612DC"/>
    <w:rsid w:val="00E16E5B"/>
    <w:rsid w:val="00E27588"/>
    <w:rsid w:val="00E6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01D830D3C3604A0B9D4622A9B238A101">
    <w:name w:val="01D830D3C3604A0B9D4622A9B238A101"/>
    <w:rsid w:val="002479B1"/>
  </w:style>
  <w:style w:type="paragraph" w:customStyle="1" w:styleId="5E4CB930CAB544B99C6DA5A6DE116FBF">
    <w:name w:val="5E4CB930CAB544B99C6DA5A6DE116FBF"/>
    <w:rsid w:val="002479B1"/>
  </w:style>
  <w:style w:type="paragraph" w:customStyle="1" w:styleId="E8814A8204CB4E2B96C63DE241CC1963">
    <w:name w:val="E8814A8204CB4E2B96C63DE241CC1963"/>
    <w:rsid w:val="002479B1"/>
  </w:style>
  <w:style w:type="paragraph" w:customStyle="1" w:styleId="F0223890D67348F8B755B163E8331B6C">
    <w:name w:val="F0223890D67348F8B755B163E8331B6C"/>
    <w:rsid w:val="002479B1"/>
  </w:style>
  <w:style w:type="paragraph" w:customStyle="1" w:styleId="44A40BE0B0BE4E9C80629C011E10C9AF">
    <w:name w:val="44A40BE0B0BE4E9C80629C011E10C9AF"/>
    <w:rsid w:val="002479B1"/>
  </w:style>
  <w:style w:type="paragraph" w:customStyle="1" w:styleId="BDD92709007940F984FD98E15939C866">
    <w:name w:val="BDD92709007940F984FD98E15939C866"/>
    <w:rsid w:val="002479B1"/>
  </w:style>
  <w:style w:type="paragraph" w:customStyle="1" w:styleId="345634E01B6044FE81FD94811BFA95D8">
    <w:name w:val="345634E01B6044FE81FD94811BFA95D8"/>
    <w:rsid w:val="002479B1"/>
  </w:style>
  <w:style w:type="paragraph" w:customStyle="1" w:styleId="1EC13502801345FE90F79E76AE8A4B02">
    <w:name w:val="1EC13502801345FE90F79E76AE8A4B02"/>
    <w:rsid w:val="002479B1"/>
  </w:style>
  <w:style w:type="paragraph" w:customStyle="1" w:styleId="6ACE2DA58E754C649A53C259DCF7777E">
    <w:name w:val="6ACE2DA58E754C649A53C259DCF7777E"/>
    <w:rsid w:val="002479B1"/>
  </w:style>
  <w:style w:type="paragraph" w:customStyle="1" w:styleId="A96FE4367636458096E39FE8C4A510CD">
    <w:name w:val="A96FE4367636458096E39FE8C4A510CD"/>
    <w:rsid w:val="002450A8"/>
  </w:style>
  <w:style w:type="paragraph" w:customStyle="1" w:styleId="DFDF0DA563EE4E3FAFBB41A2F836638D">
    <w:name w:val="DFDF0DA563EE4E3FAFBB41A2F836638D"/>
    <w:rsid w:val="002450A8"/>
  </w:style>
  <w:style w:type="paragraph" w:customStyle="1" w:styleId="0E37945E2751455F937F86B0E056D2F2">
    <w:name w:val="0E37945E2751455F937F86B0E056D2F2"/>
    <w:rsid w:val="002450A8"/>
  </w:style>
  <w:style w:type="paragraph" w:customStyle="1" w:styleId="7C03006BB19A439CAE39F478359EC3AE">
    <w:name w:val="7C03006BB19A439CAE39F478359EC3AE"/>
    <w:rsid w:val="002450A8"/>
  </w:style>
  <w:style w:type="paragraph" w:customStyle="1" w:styleId="29702A461AD04D29B8AB754CCDFDC84E">
    <w:name w:val="29702A461AD04D29B8AB754CCDFDC84E"/>
    <w:rsid w:val="002450A8"/>
  </w:style>
  <w:style w:type="paragraph" w:customStyle="1" w:styleId="D1B2E8CEA4A74583903A98555A713CE4">
    <w:name w:val="D1B2E8CEA4A74583903A98555A713CE4"/>
    <w:rsid w:val="002450A8"/>
  </w:style>
  <w:style w:type="paragraph" w:customStyle="1" w:styleId="2986A86EEC87415ABDDFDC6BE2FD235D">
    <w:name w:val="2986A86EEC87415ABDDFDC6BE2FD235D"/>
    <w:rsid w:val="002450A8"/>
  </w:style>
  <w:style w:type="paragraph" w:customStyle="1" w:styleId="BFAE2B4BF24242B286ACFE024C42970C">
    <w:name w:val="BFAE2B4BF24242B286ACFE024C42970C"/>
    <w:rsid w:val="002450A8"/>
  </w:style>
  <w:style w:type="paragraph" w:customStyle="1" w:styleId="7FEA08C0BD5A4CF1ACA785DB0166978E">
    <w:name w:val="7FEA08C0BD5A4CF1ACA785DB0166978E"/>
    <w:rsid w:val="002450A8"/>
  </w:style>
  <w:style w:type="paragraph" w:customStyle="1" w:styleId="719440240F7A4B6F96B7D9DD815F64D9">
    <w:name w:val="719440240F7A4B6F96B7D9DD815F64D9"/>
    <w:rsid w:val="002450A8"/>
  </w:style>
  <w:style w:type="paragraph" w:customStyle="1" w:styleId="B3D878CB97054851AF5B72329E5C0182">
    <w:name w:val="B3D878CB97054851AF5B72329E5C0182"/>
    <w:rsid w:val="002450A8"/>
  </w:style>
  <w:style w:type="paragraph" w:customStyle="1" w:styleId="140F1F4F42AA4587B6013DF4833F23A1">
    <w:name w:val="140F1F4F42AA4587B6013DF4833F23A1"/>
    <w:rsid w:val="002450A8"/>
  </w:style>
  <w:style w:type="paragraph" w:customStyle="1" w:styleId="805DA9831A2B418ABA16AD33D1F02920">
    <w:name w:val="805DA9831A2B418ABA16AD33D1F02920"/>
    <w:rsid w:val="002450A8"/>
  </w:style>
  <w:style w:type="paragraph" w:customStyle="1" w:styleId="A7E9330A32D4422C881E3A8D762B0B31">
    <w:name w:val="A7E9330A32D4422C881E3A8D762B0B31"/>
    <w:rsid w:val="002450A8"/>
  </w:style>
  <w:style w:type="paragraph" w:customStyle="1" w:styleId="8D0988D4A92A4A3097CCBBD67E255099">
    <w:name w:val="8D0988D4A92A4A3097CCBBD67E255099"/>
    <w:rsid w:val="002450A8"/>
  </w:style>
  <w:style w:type="paragraph" w:customStyle="1" w:styleId="8C788F6F507D4D83BC718D7DABC29948">
    <w:name w:val="8C788F6F507D4D83BC718D7DABC29948"/>
    <w:rsid w:val="002450A8"/>
  </w:style>
  <w:style w:type="paragraph" w:customStyle="1" w:styleId="5FF584066F5F4F90AAA72CE64A87469B">
    <w:name w:val="5FF584066F5F4F90AAA72CE64A87469B"/>
    <w:rsid w:val="002450A8"/>
  </w:style>
  <w:style w:type="paragraph" w:customStyle="1" w:styleId="5EFB8116204D40B7969E1C682C7D6BD1">
    <w:name w:val="5EFB8116204D40B7969E1C682C7D6BD1"/>
    <w:rsid w:val="002450A8"/>
  </w:style>
  <w:style w:type="paragraph" w:customStyle="1" w:styleId="52FDE6A6D0AA4885A11783194E71B368">
    <w:name w:val="52FDE6A6D0AA4885A11783194E71B368"/>
    <w:rsid w:val="002450A8"/>
  </w:style>
  <w:style w:type="paragraph" w:customStyle="1" w:styleId="006FC3B25FCD442C84F9C10D1DFB733B">
    <w:name w:val="006FC3B25FCD442C84F9C10D1DFB733B"/>
    <w:rsid w:val="002450A8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01D830D3C3604A0B9D4622A9B238A1011">
    <w:name w:val="01D830D3C3604A0B9D4622A9B238A10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1">
    <w:name w:val="5E4CB930CAB544B99C6DA5A6DE116FB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1">
    <w:name w:val="E8814A8204CB4E2B96C63DE241CC1963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1">
    <w:name w:val="F0223890D67348F8B755B163E8331B6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1">
    <w:name w:val="44A40BE0B0BE4E9C80629C011E10C9A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1">
    <w:name w:val="BDD92709007940F984FD98E15939C866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1">
    <w:name w:val="345634E01B6044FE81FD94811BFA95D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1">
    <w:name w:val="1EC13502801345FE90F79E76AE8A4B0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1">
    <w:name w:val="6ACE2DA58E754C649A53C259DCF7777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1">
    <w:name w:val="A96FE4367636458096E39FE8C4A510C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1">
    <w:name w:val="DFDF0DA563EE4E3FAFBB41A2F836638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1">
    <w:name w:val="0E37945E2751455F937F86B0E056D2F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1">
    <w:name w:val="7C03006BB19A439CAE39F478359EC3A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1">
    <w:name w:val="29702A461AD04D29B8AB754CCDFDC84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1">
    <w:name w:val="D1B2E8CEA4A74583903A98555A713CE4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1">
    <w:name w:val="2986A86EEC87415ABDDFDC6BE2FD235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1">
    <w:name w:val="BFAE2B4BF24242B286ACFE024C42970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1">
    <w:name w:val="7FEA08C0BD5A4CF1ACA785DB0166978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1">
    <w:name w:val="719440240F7A4B6F96B7D9DD815F64D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1">
    <w:name w:val="B3D878CB97054851AF5B72329E5C018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1">
    <w:name w:val="140F1F4F42AA4587B6013DF4833F23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1">
    <w:name w:val="805DA9831A2B418ABA16AD33D1F02920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1">
    <w:name w:val="A7E9330A32D4422C881E3A8D762B0B3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1">
    <w:name w:val="8D0988D4A92A4A3097CCBBD67E25509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1">
    <w:name w:val="8C788F6F507D4D83BC718D7DABC2994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1">
    <w:name w:val="5FF584066F5F4F90AAA72CE64A87469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1">
    <w:name w:val="5EFB8116204D40B7969E1C682C7D6BD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1">
    <w:name w:val="52FDE6A6D0AA4885A11783194E71B36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1">
    <w:name w:val="006FC3B25FCD442C84F9C10D1DFB733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1">
    <w:name w:val="DE8BC9535E614A5EBFB9CD5298E1C115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1">
    <w:name w:val="BD83AE7999EC4D158BAD9749B1D870F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1">
    <w:name w:val="E7B2F2A2E0DF4B4191942103DA2980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1D830D3C3604A0B9D4622A9B238A1012">
    <w:name w:val="01D830D3C3604A0B9D4622A9B238A10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2">
    <w:name w:val="5E4CB930CAB544B99C6DA5A6DE116FB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2">
    <w:name w:val="E8814A8204CB4E2B96C63DE241CC1963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2">
    <w:name w:val="F0223890D67348F8B755B163E8331B6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2">
    <w:name w:val="44A40BE0B0BE4E9C80629C011E10C9A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2">
    <w:name w:val="BDD92709007940F984FD98E15939C866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2">
    <w:name w:val="345634E01B6044FE81FD94811BFA95D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2">
    <w:name w:val="1EC13502801345FE90F79E76AE8A4B0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2">
    <w:name w:val="6ACE2DA58E754C649A53C259DCF7777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2">
    <w:name w:val="A96FE4367636458096E39FE8C4A510C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2">
    <w:name w:val="DFDF0DA563EE4E3FAFBB41A2F836638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2">
    <w:name w:val="0E37945E2751455F937F86B0E056D2F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2">
    <w:name w:val="7C03006BB19A439CAE39F478359EC3A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2">
    <w:name w:val="29702A461AD04D29B8AB754CCDFDC84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2">
    <w:name w:val="D1B2E8CEA4A74583903A98555A713CE4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2">
    <w:name w:val="2986A86EEC87415ABDDFDC6BE2FD235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2">
    <w:name w:val="BFAE2B4BF24242B286ACFE024C42970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2">
    <w:name w:val="7FEA08C0BD5A4CF1ACA785DB0166978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2">
    <w:name w:val="719440240F7A4B6F96B7D9DD815F64D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2">
    <w:name w:val="B3D878CB97054851AF5B72329E5C018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2">
    <w:name w:val="140F1F4F42AA4587B6013DF4833F23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2">
    <w:name w:val="805DA9831A2B418ABA16AD33D1F02920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2">
    <w:name w:val="A7E9330A32D4422C881E3A8D762B0B3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2">
    <w:name w:val="8D0988D4A92A4A3097CCBBD67E25509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2">
    <w:name w:val="8C788F6F507D4D83BC718D7DABC2994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2">
    <w:name w:val="5FF584066F5F4F90AAA72CE64A87469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2">
    <w:name w:val="5EFB8116204D40B7969E1C682C7D6BD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2">
    <w:name w:val="52FDE6A6D0AA4885A11783194E71B36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2">
    <w:name w:val="006FC3B25FCD442C84F9C10D1DFB733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0548F-B60D-4BC7-AA69-DBD01A42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25</TotalTime>
  <Pages>10</Pages>
  <Words>2123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Měřínská Aneta</cp:lastModifiedBy>
  <cp:revision>84</cp:revision>
  <cp:lastPrinted>2019-03-07T14:42:00Z</cp:lastPrinted>
  <dcterms:created xsi:type="dcterms:W3CDTF">2025-08-26T09:04:00Z</dcterms:created>
  <dcterms:modified xsi:type="dcterms:W3CDTF">2025-10-30T07:15:00Z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